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042CC1">
      <w:pPr>
        <w:pStyle w:val="ConsPlusNormal"/>
        <w:jc w:val="center"/>
      </w:pPr>
    </w:p>
    <w:p w:rsidR="00D82047" w:rsidRDefault="00D82047" w:rsidP="00D82047">
      <w:pPr>
        <w:pStyle w:val="ConsPlusNormal"/>
        <w:jc w:val="center"/>
      </w:pPr>
      <w:r>
        <w:t>СВОДНАЯ ИНФОРМАЦИЯ</w:t>
      </w:r>
    </w:p>
    <w:p w:rsidR="00D82047" w:rsidRDefault="00D82047" w:rsidP="00D82047">
      <w:pPr>
        <w:pStyle w:val="ConsPlusNormal"/>
        <w:jc w:val="center"/>
      </w:pPr>
      <w:r>
        <w:t>достижения результатов предоставления субсидии</w:t>
      </w:r>
    </w:p>
    <w:p w:rsidR="00D82047" w:rsidRDefault="00D82047" w:rsidP="00D82047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764"/>
      </w:tblGrid>
      <w:tr w:rsidR="00D82047" w:rsidTr="000A0177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D82047" w:rsidRDefault="00D82047" w:rsidP="002767B7">
            <w:pPr>
              <w:pStyle w:val="ConsPlusNormal"/>
            </w:pP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D82047" w:rsidRDefault="00D82047" w:rsidP="002767B7">
            <w:pPr>
              <w:pStyle w:val="ConsPlusNormal"/>
              <w:jc w:val="center"/>
            </w:pPr>
            <w:r>
              <w:t>Коды</w:t>
            </w:r>
          </w:p>
        </w:tc>
      </w:tr>
      <w:tr w:rsidR="00D82047" w:rsidTr="000A0177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D82047" w:rsidRDefault="00D82047" w:rsidP="002767B7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D82047" w:rsidRDefault="00D82047" w:rsidP="002767B7">
            <w:pPr>
              <w:pStyle w:val="ConsPlusNormal"/>
              <w:jc w:val="center"/>
            </w:pPr>
            <w:r>
              <w:t>по состоянию</w:t>
            </w:r>
          </w:p>
          <w:p w:rsidR="00D82047" w:rsidRDefault="00D82047" w:rsidP="002767B7">
            <w:pPr>
              <w:pStyle w:val="ConsPlusNormal"/>
              <w:jc w:val="center"/>
            </w:pPr>
            <w:r>
              <w:t>на "01" июля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2047" w:rsidRDefault="00D82047" w:rsidP="002767B7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2047" w:rsidRDefault="00D82047" w:rsidP="002767B7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47" w:rsidRPr="00E62846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7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D82047" w:rsidTr="000A0177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D82047" w:rsidRDefault="00D82047" w:rsidP="002767B7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D82047" w:rsidRDefault="00D82047" w:rsidP="002767B7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2047" w:rsidRDefault="00D82047" w:rsidP="002767B7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2047" w:rsidRDefault="00D82047" w:rsidP="002767B7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47" w:rsidRPr="000A0177" w:rsidRDefault="000A0177" w:rsidP="00D82047">
            <w:pPr>
              <w:pStyle w:val="ConsPlusNormal"/>
              <w:rPr>
                <w:sz w:val="20"/>
                <w:szCs w:val="20"/>
              </w:rPr>
            </w:pPr>
            <w:r w:rsidRPr="000A0177">
              <w:rPr>
                <w:sz w:val="20"/>
                <w:szCs w:val="20"/>
              </w:rPr>
              <w:t>01.08.2025</w:t>
            </w:r>
          </w:p>
        </w:tc>
      </w:tr>
      <w:tr w:rsidR="00D82047" w:rsidTr="000A0177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2047" w:rsidRDefault="00D82047" w:rsidP="002767B7">
            <w:pPr>
              <w:pStyle w:val="ConsPlusNormal"/>
            </w:pPr>
            <w:r>
              <w:t>Наименование главного распорядителя бюдже</w:t>
            </w:r>
            <w:r>
              <w:t>т</w:t>
            </w:r>
            <w:r>
              <w:t xml:space="preserve">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047" w:rsidRDefault="00D82047" w:rsidP="002767B7">
            <w:pPr>
              <w:pStyle w:val="ConsPlusNormal"/>
            </w:pPr>
          </w:p>
          <w:p w:rsidR="00D82047" w:rsidRDefault="00D82047" w:rsidP="00D82047">
            <w:pPr>
              <w:jc w:val="both"/>
            </w:pPr>
            <w:r>
              <w:t>Комитет по финансам, налоговой и кредитной политике Администрации города Рубцовска</w:t>
            </w:r>
          </w:p>
          <w:p w:rsidR="00D82047" w:rsidRPr="00E62846" w:rsidRDefault="00D82047" w:rsidP="002767B7">
            <w:pPr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2047" w:rsidRDefault="00D82047" w:rsidP="002767B7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2047" w:rsidRDefault="00D82047" w:rsidP="002767B7">
            <w:pPr>
              <w:pStyle w:val="ConsPlusNormal"/>
              <w:jc w:val="right"/>
            </w:pPr>
            <w:r>
              <w:t>по Сводн</w:t>
            </w:r>
            <w:r>
              <w:t>о</w:t>
            </w:r>
            <w:r>
              <w:t>му реестру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47" w:rsidRPr="00E62846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D82047" w:rsidTr="000A0177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2047" w:rsidRDefault="00D82047" w:rsidP="002767B7">
            <w:pPr>
              <w:pStyle w:val="ConsPlusNormal"/>
            </w:pPr>
            <w:r>
              <w:t>Наименование структу</w:t>
            </w:r>
            <w:r>
              <w:t>р</w:t>
            </w:r>
            <w:r>
              <w:t>ного элемента государс</w:t>
            </w:r>
            <w:r>
              <w:t>т</w:t>
            </w:r>
            <w:r>
              <w:t xml:space="preserve">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2047" w:rsidRPr="004B3D0E" w:rsidRDefault="00D82047" w:rsidP="00D82047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Pr="004B3D0E">
              <w:rPr>
                <w:sz w:val="20"/>
                <w:szCs w:val="20"/>
              </w:rPr>
              <w:t>Разв</w:t>
            </w:r>
            <w:r w:rsidRPr="004B3D0E">
              <w:rPr>
                <w:sz w:val="20"/>
                <w:szCs w:val="20"/>
              </w:rPr>
              <w:t>и</w:t>
            </w:r>
            <w:r w:rsidRPr="004B3D0E">
              <w:rPr>
                <w:sz w:val="20"/>
                <w:szCs w:val="20"/>
              </w:rPr>
              <w:t>тие культуры города Рубцовска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2047" w:rsidRDefault="00D82047" w:rsidP="002767B7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2047" w:rsidRDefault="00D82047" w:rsidP="002767B7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47" w:rsidRPr="00D82047" w:rsidRDefault="00D82047" w:rsidP="00D82047">
            <w:pPr>
              <w:pStyle w:val="ConsPlusNormal"/>
              <w:rPr>
                <w:sz w:val="18"/>
                <w:szCs w:val="18"/>
              </w:rPr>
            </w:pPr>
            <w:r w:rsidRPr="00D82047">
              <w:rPr>
                <w:sz w:val="18"/>
                <w:szCs w:val="18"/>
              </w:rPr>
              <w:t>28000Р6053</w:t>
            </w:r>
          </w:p>
          <w:p w:rsidR="00D82047" w:rsidRPr="00D82047" w:rsidRDefault="00D82047" w:rsidP="002767B7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82047" w:rsidTr="000A0177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2047" w:rsidRDefault="00D82047" w:rsidP="002767B7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2047" w:rsidRPr="00F03049" w:rsidRDefault="00D82047" w:rsidP="00D82047">
            <w:pPr>
              <w:pStyle w:val="ConsPlusNormal"/>
              <w:ind w:left="-28"/>
              <w:jc w:val="both"/>
              <w:rPr>
                <w:sz w:val="20"/>
                <w:szCs w:val="20"/>
              </w:rPr>
            </w:pPr>
            <w:r w:rsidRPr="00F03049">
              <w:rPr>
                <w:sz w:val="20"/>
                <w:szCs w:val="20"/>
              </w:rPr>
              <w:t>Проведение культурно-массовых мероприятий</w:t>
            </w:r>
          </w:p>
          <w:p w:rsidR="00D82047" w:rsidRDefault="00D82047" w:rsidP="002767B7">
            <w:pPr>
              <w:pStyle w:val="ConsPlusNormal"/>
              <w:ind w:left="397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2047" w:rsidRDefault="00D82047" w:rsidP="002767B7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2047" w:rsidRDefault="00D82047" w:rsidP="002767B7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47" w:rsidRPr="00D82047" w:rsidRDefault="00D82047" w:rsidP="002767B7">
            <w:pPr>
              <w:pStyle w:val="ConsPlusNormal"/>
              <w:rPr>
                <w:sz w:val="16"/>
                <w:szCs w:val="16"/>
              </w:rPr>
            </w:pPr>
            <w:r w:rsidRPr="00D82047">
              <w:rPr>
                <w:sz w:val="16"/>
                <w:szCs w:val="16"/>
              </w:rPr>
              <w:t>057080128000Р6053612</w:t>
            </w:r>
          </w:p>
        </w:tc>
      </w:tr>
      <w:tr w:rsidR="00D82047" w:rsidTr="000A0177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2047" w:rsidRDefault="00D82047" w:rsidP="002767B7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2047" w:rsidRPr="00F03049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F03049">
              <w:rPr>
                <w:sz w:val="20"/>
                <w:szCs w:val="20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2047" w:rsidRDefault="00D82047" w:rsidP="002767B7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2047" w:rsidRDefault="00D82047" w:rsidP="002767B7">
            <w:pPr>
              <w:pStyle w:val="ConsPlusNormal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47" w:rsidRDefault="00D82047" w:rsidP="002767B7">
            <w:pPr>
              <w:pStyle w:val="ConsPlusNormal"/>
            </w:pPr>
          </w:p>
        </w:tc>
      </w:tr>
    </w:tbl>
    <w:p w:rsidR="00D82047" w:rsidRDefault="00D82047" w:rsidP="00D82047">
      <w:pPr>
        <w:pStyle w:val="ConsPlusNormal"/>
        <w:jc w:val="both"/>
      </w:pPr>
    </w:p>
    <w:p w:rsidR="00D82047" w:rsidRPr="00631B09" w:rsidRDefault="00D82047" w:rsidP="00D82047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D82047" w:rsidRPr="00631B09" w:rsidRDefault="00D82047" w:rsidP="00D82047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D82047" w:rsidRPr="00631B09" w:rsidRDefault="00D82047" w:rsidP="00D82047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7127"/>
        <w:gridCol w:w="1701"/>
      </w:tblGrid>
      <w:tr w:rsidR="00D82047" w:rsidRPr="00631B09" w:rsidTr="000A0177">
        <w:trPr>
          <w:tblHeader/>
        </w:trPr>
        <w:tc>
          <w:tcPr>
            <w:tcW w:w="1157" w:type="dxa"/>
          </w:tcPr>
          <w:p w:rsidR="00D82047" w:rsidRPr="00631B09" w:rsidRDefault="00D82047" w:rsidP="002767B7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7" w:type="dxa"/>
          </w:tcPr>
          <w:p w:rsidR="00D82047" w:rsidRPr="00631B09" w:rsidRDefault="00D82047" w:rsidP="002767B7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701" w:type="dxa"/>
          </w:tcPr>
          <w:p w:rsidR="00D82047" w:rsidRPr="00631B09" w:rsidRDefault="00D82047" w:rsidP="002767B7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Колич</w:t>
            </w:r>
            <w:r w:rsidRPr="00631B09">
              <w:rPr>
                <w:sz w:val="24"/>
                <w:szCs w:val="24"/>
              </w:rPr>
              <w:t>е</w:t>
            </w:r>
            <w:r w:rsidRPr="00631B09">
              <w:rPr>
                <w:sz w:val="24"/>
                <w:szCs w:val="24"/>
              </w:rPr>
              <w:t xml:space="preserve">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D82047" w:rsidRPr="00631B09" w:rsidTr="000A0177">
        <w:trPr>
          <w:tblHeader/>
        </w:trPr>
        <w:tc>
          <w:tcPr>
            <w:tcW w:w="1157" w:type="dxa"/>
          </w:tcPr>
          <w:p w:rsidR="00D82047" w:rsidRPr="00631B09" w:rsidRDefault="00D82047" w:rsidP="002767B7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7127" w:type="dxa"/>
          </w:tcPr>
          <w:p w:rsidR="00D82047" w:rsidRPr="00631B09" w:rsidRDefault="00D82047" w:rsidP="002767B7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82047" w:rsidRPr="00631B09" w:rsidRDefault="00D82047" w:rsidP="002767B7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D82047" w:rsidRPr="00631B09" w:rsidTr="000A0177">
        <w:tc>
          <w:tcPr>
            <w:tcW w:w="1157" w:type="dxa"/>
          </w:tcPr>
          <w:p w:rsidR="00D82047" w:rsidRPr="00631B09" w:rsidRDefault="00D82047" w:rsidP="002767B7">
            <w:pPr>
              <w:pStyle w:val="ConsPlusNormal"/>
              <w:jc w:val="right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7127" w:type="dxa"/>
          </w:tcPr>
          <w:p w:rsidR="00D82047" w:rsidRPr="00631B09" w:rsidRDefault="00D82047" w:rsidP="002767B7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Результат предоставления субсидии 1</w:t>
            </w:r>
          </w:p>
        </w:tc>
        <w:tc>
          <w:tcPr>
            <w:tcW w:w="1701" w:type="dxa"/>
          </w:tcPr>
          <w:p w:rsidR="00D82047" w:rsidRPr="00631B09" w:rsidRDefault="00D82047" w:rsidP="002767B7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D82047" w:rsidRPr="00631B09" w:rsidTr="000A0177">
        <w:tc>
          <w:tcPr>
            <w:tcW w:w="1157" w:type="dxa"/>
          </w:tcPr>
          <w:p w:rsidR="00D82047" w:rsidRPr="00631B09" w:rsidRDefault="00D82047" w:rsidP="002767B7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891"/>
            <w:bookmarkEnd w:id="1"/>
            <w:r w:rsidRPr="00631B09">
              <w:rPr>
                <w:sz w:val="24"/>
                <w:szCs w:val="24"/>
              </w:rPr>
              <w:t>1.1</w:t>
            </w:r>
          </w:p>
        </w:tc>
        <w:tc>
          <w:tcPr>
            <w:tcW w:w="7127" w:type="dxa"/>
          </w:tcPr>
          <w:p w:rsidR="00D82047" w:rsidRPr="00631B09" w:rsidRDefault="00D82047" w:rsidP="002767B7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701" w:type="dxa"/>
          </w:tcPr>
          <w:p w:rsidR="00D82047" w:rsidRPr="00631B09" w:rsidRDefault="00D82047" w:rsidP="002767B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82047" w:rsidRPr="00631B09" w:rsidTr="000A0177">
        <w:tc>
          <w:tcPr>
            <w:tcW w:w="1157" w:type="dxa"/>
          </w:tcPr>
          <w:p w:rsidR="00D82047" w:rsidRPr="00631B09" w:rsidRDefault="00D82047" w:rsidP="002767B7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2" w:name="P894"/>
            <w:bookmarkEnd w:id="2"/>
            <w:r w:rsidRPr="00631B09">
              <w:rPr>
                <w:sz w:val="24"/>
                <w:szCs w:val="24"/>
              </w:rPr>
              <w:t>1.1.1</w:t>
            </w:r>
          </w:p>
        </w:tc>
        <w:tc>
          <w:tcPr>
            <w:tcW w:w="7127" w:type="dxa"/>
          </w:tcPr>
          <w:p w:rsidR="00D82047" w:rsidRPr="00631B09" w:rsidRDefault="00D82047" w:rsidP="002767B7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701" w:type="dxa"/>
          </w:tcPr>
          <w:p w:rsidR="00D82047" w:rsidRPr="00631B09" w:rsidRDefault="00D82047" w:rsidP="002767B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82047" w:rsidRPr="00631B09" w:rsidTr="000A0177">
        <w:tc>
          <w:tcPr>
            <w:tcW w:w="1157" w:type="dxa"/>
          </w:tcPr>
          <w:p w:rsidR="00D82047" w:rsidRPr="00631B09" w:rsidRDefault="00D82047" w:rsidP="002767B7">
            <w:pPr>
              <w:pStyle w:val="ConsPlusNormal"/>
              <w:jc w:val="right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1.1.2</w:t>
            </w:r>
          </w:p>
        </w:tc>
        <w:tc>
          <w:tcPr>
            <w:tcW w:w="7127" w:type="dxa"/>
          </w:tcPr>
          <w:p w:rsidR="00D82047" w:rsidRPr="00631B09" w:rsidRDefault="00D82047" w:rsidP="002767B7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701" w:type="dxa"/>
          </w:tcPr>
          <w:p w:rsidR="00D82047" w:rsidRPr="00631B09" w:rsidRDefault="00D82047" w:rsidP="002767B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2047" w:rsidRPr="00631B09" w:rsidTr="000A0177">
        <w:tc>
          <w:tcPr>
            <w:tcW w:w="1157" w:type="dxa"/>
          </w:tcPr>
          <w:p w:rsidR="00D82047" w:rsidRPr="00631B09" w:rsidRDefault="00D82047" w:rsidP="002767B7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3" w:name="P900"/>
            <w:bookmarkEnd w:id="3"/>
            <w:r w:rsidRPr="00631B09">
              <w:rPr>
                <w:sz w:val="24"/>
                <w:szCs w:val="24"/>
              </w:rPr>
              <w:t>1.1.3</w:t>
            </w:r>
          </w:p>
        </w:tc>
        <w:tc>
          <w:tcPr>
            <w:tcW w:w="7127" w:type="dxa"/>
          </w:tcPr>
          <w:p w:rsidR="00D82047" w:rsidRPr="00631B09" w:rsidRDefault="00D82047" w:rsidP="002767B7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701" w:type="dxa"/>
          </w:tcPr>
          <w:p w:rsidR="00D82047" w:rsidRPr="00631B09" w:rsidRDefault="00D82047" w:rsidP="002767B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2047" w:rsidRPr="00631B09" w:rsidTr="000A0177">
        <w:tc>
          <w:tcPr>
            <w:tcW w:w="1157" w:type="dxa"/>
          </w:tcPr>
          <w:p w:rsidR="00D82047" w:rsidRPr="00631B09" w:rsidRDefault="00D82047" w:rsidP="002767B7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4" w:name="P903"/>
            <w:bookmarkEnd w:id="4"/>
            <w:r w:rsidRPr="00631B09">
              <w:rPr>
                <w:sz w:val="24"/>
                <w:szCs w:val="24"/>
              </w:rPr>
              <w:t>1.2</w:t>
            </w:r>
          </w:p>
        </w:tc>
        <w:tc>
          <w:tcPr>
            <w:tcW w:w="7127" w:type="dxa"/>
          </w:tcPr>
          <w:p w:rsidR="00D82047" w:rsidRPr="00631B09" w:rsidRDefault="00D82047" w:rsidP="002767B7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</w:t>
            </w:r>
            <w:r w:rsidRPr="00631B09">
              <w:rPr>
                <w:sz w:val="24"/>
                <w:szCs w:val="24"/>
              </w:rPr>
              <w:t>н</w:t>
            </w:r>
            <w:r w:rsidRPr="00631B09">
              <w:rPr>
                <w:sz w:val="24"/>
                <w:szCs w:val="24"/>
              </w:rPr>
              <w:t>трольные точки</w:t>
            </w:r>
          </w:p>
        </w:tc>
        <w:tc>
          <w:tcPr>
            <w:tcW w:w="1701" w:type="dxa"/>
          </w:tcPr>
          <w:p w:rsidR="00D82047" w:rsidRPr="00631B09" w:rsidRDefault="00D82047" w:rsidP="002767B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82047" w:rsidRPr="00631B09" w:rsidTr="000A0177">
        <w:tc>
          <w:tcPr>
            <w:tcW w:w="1157" w:type="dxa"/>
          </w:tcPr>
          <w:p w:rsidR="00D82047" w:rsidRPr="00631B09" w:rsidRDefault="00D82047" w:rsidP="002767B7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5" w:name="P906"/>
            <w:bookmarkEnd w:id="5"/>
            <w:r w:rsidRPr="00631B09">
              <w:rPr>
                <w:sz w:val="24"/>
                <w:szCs w:val="24"/>
              </w:rPr>
              <w:t>1.3</w:t>
            </w:r>
          </w:p>
        </w:tc>
        <w:tc>
          <w:tcPr>
            <w:tcW w:w="7127" w:type="dxa"/>
          </w:tcPr>
          <w:p w:rsidR="00D82047" w:rsidRPr="00631B09" w:rsidRDefault="00D82047" w:rsidP="002767B7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контрольные точки, в том числе:</w:t>
            </w:r>
          </w:p>
        </w:tc>
        <w:tc>
          <w:tcPr>
            <w:tcW w:w="1701" w:type="dxa"/>
          </w:tcPr>
          <w:p w:rsidR="00D82047" w:rsidRPr="00631B09" w:rsidRDefault="00D82047" w:rsidP="002767B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2047" w:rsidRPr="00631B09" w:rsidTr="000A0177">
        <w:tc>
          <w:tcPr>
            <w:tcW w:w="1157" w:type="dxa"/>
          </w:tcPr>
          <w:p w:rsidR="00D82047" w:rsidRPr="00631B09" w:rsidRDefault="00D82047" w:rsidP="002767B7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6" w:name="P909"/>
            <w:bookmarkEnd w:id="6"/>
            <w:r w:rsidRPr="00631B09">
              <w:rPr>
                <w:sz w:val="24"/>
                <w:szCs w:val="24"/>
              </w:rPr>
              <w:t>1.3.1</w:t>
            </w:r>
          </w:p>
        </w:tc>
        <w:tc>
          <w:tcPr>
            <w:tcW w:w="7127" w:type="dxa"/>
          </w:tcPr>
          <w:p w:rsidR="00D82047" w:rsidRPr="00631B09" w:rsidRDefault="00D82047" w:rsidP="002767B7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предшеству</w:t>
            </w:r>
            <w:r w:rsidRPr="00631B09">
              <w:rPr>
                <w:sz w:val="24"/>
                <w:szCs w:val="24"/>
              </w:rPr>
              <w:t>ю</w:t>
            </w:r>
            <w:r w:rsidRPr="00631B09">
              <w:rPr>
                <w:sz w:val="24"/>
                <w:szCs w:val="24"/>
              </w:rPr>
              <w:t>щих отчетному</w:t>
            </w:r>
          </w:p>
        </w:tc>
        <w:tc>
          <w:tcPr>
            <w:tcW w:w="1701" w:type="dxa"/>
          </w:tcPr>
          <w:p w:rsidR="00D82047" w:rsidRPr="00631B09" w:rsidRDefault="00D82047" w:rsidP="002767B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2047" w:rsidRPr="00631B09" w:rsidTr="000A0177">
        <w:tc>
          <w:tcPr>
            <w:tcW w:w="1157" w:type="dxa"/>
          </w:tcPr>
          <w:p w:rsidR="00D82047" w:rsidRPr="00631B09" w:rsidRDefault="00D82047" w:rsidP="002767B7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7" w:name="P912"/>
            <w:bookmarkEnd w:id="7"/>
            <w:r w:rsidRPr="00631B09">
              <w:rPr>
                <w:sz w:val="24"/>
                <w:szCs w:val="24"/>
              </w:rPr>
              <w:t>1.3.2</w:t>
            </w:r>
          </w:p>
        </w:tc>
        <w:tc>
          <w:tcPr>
            <w:tcW w:w="7127" w:type="dxa"/>
          </w:tcPr>
          <w:p w:rsidR="00D82047" w:rsidRPr="00631B09" w:rsidRDefault="00D82047" w:rsidP="002767B7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701" w:type="dxa"/>
          </w:tcPr>
          <w:p w:rsidR="00D82047" w:rsidRPr="00631B09" w:rsidRDefault="00D82047" w:rsidP="002767B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2047" w:rsidRPr="00631B09" w:rsidTr="000A0177">
        <w:tc>
          <w:tcPr>
            <w:tcW w:w="1157" w:type="dxa"/>
          </w:tcPr>
          <w:p w:rsidR="00D82047" w:rsidRPr="00631B09" w:rsidRDefault="00D82047" w:rsidP="002767B7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8" w:name="P915"/>
            <w:bookmarkEnd w:id="8"/>
            <w:r w:rsidRPr="00631B09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7127" w:type="dxa"/>
          </w:tcPr>
          <w:p w:rsidR="00D82047" w:rsidRPr="00631B09" w:rsidRDefault="00D82047" w:rsidP="002767B7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701" w:type="dxa"/>
          </w:tcPr>
          <w:p w:rsidR="00D82047" w:rsidRPr="00631B09" w:rsidRDefault="00D82047" w:rsidP="002767B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82047" w:rsidRPr="00631B09" w:rsidTr="000A0177">
        <w:tc>
          <w:tcPr>
            <w:tcW w:w="1157" w:type="dxa"/>
          </w:tcPr>
          <w:p w:rsidR="00D82047" w:rsidRPr="00631B09" w:rsidRDefault="00D82047" w:rsidP="002767B7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9" w:name="P918"/>
            <w:bookmarkEnd w:id="9"/>
            <w:r w:rsidRPr="00631B09">
              <w:rPr>
                <w:sz w:val="24"/>
                <w:szCs w:val="24"/>
              </w:rPr>
              <w:t>1.4.1</w:t>
            </w:r>
          </w:p>
        </w:tc>
        <w:tc>
          <w:tcPr>
            <w:tcW w:w="7127" w:type="dxa"/>
          </w:tcPr>
          <w:p w:rsidR="00D82047" w:rsidRPr="00631B09" w:rsidRDefault="00D82047" w:rsidP="002767B7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</w:t>
            </w:r>
            <w:r w:rsidRPr="00631B09">
              <w:rPr>
                <w:sz w:val="24"/>
                <w:szCs w:val="24"/>
              </w:rPr>
              <w:t>и</w:t>
            </w:r>
            <w:r w:rsidRPr="00631B09">
              <w:rPr>
                <w:sz w:val="24"/>
                <w:szCs w:val="24"/>
              </w:rPr>
              <w:t>жения</w:t>
            </w:r>
          </w:p>
        </w:tc>
        <w:tc>
          <w:tcPr>
            <w:tcW w:w="1701" w:type="dxa"/>
          </w:tcPr>
          <w:p w:rsidR="00D82047" w:rsidRPr="00631B09" w:rsidRDefault="00D82047" w:rsidP="002767B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82047" w:rsidRPr="00631B09" w:rsidTr="000A0177">
        <w:tc>
          <w:tcPr>
            <w:tcW w:w="1157" w:type="dxa"/>
          </w:tcPr>
          <w:p w:rsidR="00D82047" w:rsidRPr="00631B09" w:rsidRDefault="00D82047" w:rsidP="002767B7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0" w:name="P921"/>
            <w:bookmarkEnd w:id="10"/>
            <w:r w:rsidRPr="00631B09">
              <w:rPr>
                <w:sz w:val="24"/>
                <w:szCs w:val="24"/>
              </w:rPr>
              <w:t>1.4.2</w:t>
            </w:r>
          </w:p>
        </w:tc>
        <w:tc>
          <w:tcPr>
            <w:tcW w:w="7127" w:type="dxa"/>
          </w:tcPr>
          <w:p w:rsidR="00D82047" w:rsidRPr="00631B09" w:rsidRDefault="00D82047" w:rsidP="002767B7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</w:t>
            </w:r>
            <w:r w:rsidRPr="00631B09">
              <w:rPr>
                <w:sz w:val="24"/>
                <w:szCs w:val="24"/>
              </w:rPr>
              <w:t>е</w:t>
            </w:r>
            <w:r w:rsidRPr="00631B09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</w:tcPr>
          <w:p w:rsidR="00D82047" w:rsidRPr="00631B09" w:rsidRDefault="00D82047" w:rsidP="002767B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82047" w:rsidRDefault="00D82047" w:rsidP="00D82047">
      <w:pPr>
        <w:pStyle w:val="ConsPlusNormal"/>
        <w:jc w:val="both"/>
      </w:pPr>
    </w:p>
    <w:p w:rsidR="00D82047" w:rsidRDefault="00D82047" w:rsidP="00D82047">
      <w:pPr>
        <w:pStyle w:val="ConsPlusNormal"/>
        <w:jc w:val="center"/>
        <w:outlineLvl w:val="2"/>
      </w:pPr>
      <w:bookmarkStart w:id="11" w:name="P964"/>
      <w:bookmarkEnd w:id="11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D82047" w:rsidRDefault="00D82047" w:rsidP="00D82047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  <w:sectPr w:rsidR="00D82047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3"/>
        <w:gridCol w:w="907"/>
        <w:gridCol w:w="907"/>
        <w:gridCol w:w="907"/>
        <w:gridCol w:w="826"/>
        <w:gridCol w:w="440"/>
        <w:gridCol w:w="709"/>
        <w:gridCol w:w="764"/>
        <w:gridCol w:w="709"/>
        <w:gridCol w:w="764"/>
        <w:gridCol w:w="764"/>
        <w:gridCol w:w="796"/>
        <w:gridCol w:w="645"/>
        <w:gridCol w:w="1332"/>
        <w:gridCol w:w="939"/>
        <w:gridCol w:w="1082"/>
        <w:gridCol w:w="790"/>
        <w:gridCol w:w="790"/>
      </w:tblGrid>
      <w:tr w:rsidR="00D82047" w:rsidRPr="007F09D2" w:rsidTr="002767B7">
        <w:tc>
          <w:tcPr>
            <w:tcW w:w="1193" w:type="dxa"/>
            <w:vMerge w:val="restart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907" w:type="dxa"/>
            <w:vMerge w:val="restart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</w:t>
            </w:r>
            <w:r w:rsidRPr="007F09D2">
              <w:rPr>
                <w:sz w:val="20"/>
                <w:szCs w:val="20"/>
              </w:rPr>
              <w:t>е</w:t>
            </w:r>
            <w:r w:rsidRPr="007F09D2">
              <w:rPr>
                <w:sz w:val="20"/>
                <w:szCs w:val="20"/>
              </w:rPr>
              <w:t>нования резул</w:t>
            </w:r>
            <w:r w:rsidRPr="007F09D2">
              <w:rPr>
                <w:sz w:val="20"/>
                <w:szCs w:val="20"/>
              </w:rPr>
              <w:t>ь</w:t>
            </w:r>
            <w:r w:rsidRPr="007F09D2">
              <w:rPr>
                <w:sz w:val="20"/>
                <w:szCs w:val="20"/>
              </w:rPr>
              <w:t>тата предо</w:t>
            </w:r>
            <w:r w:rsidRPr="007F09D2">
              <w:rPr>
                <w:sz w:val="20"/>
                <w:szCs w:val="20"/>
              </w:rPr>
              <w:t>с</w:t>
            </w:r>
            <w:r w:rsidRPr="007F09D2">
              <w:rPr>
                <w:sz w:val="20"/>
                <w:szCs w:val="20"/>
              </w:rPr>
              <w:t>тавления субс</w:t>
            </w:r>
            <w:r w:rsidRPr="007F09D2">
              <w:rPr>
                <w:sz w:val="20"/>
                <w:szCs w:val="20"/>
              </w:rPr>
              <w:t>и</w:t>
            </w:r>
            <w:r w:rsidRPr="007F09D2">
              <w:rPr>
                <w:sz w:val="20"/>
                <w:szCs w:val="20"/>
              </w:rPr>
              <w:t>дии, ко</w:t>
            </w:r>
            <w:r w:rsidRPr="007F09D2">
              <w:rPr>
                <w:sz w:val="20"/>
                <w:szCs w:val="20"/>
              </w:rPr>
              <w:t>н</w:t>
            </w:r>
            <w:r w:rsidRPr="007F09D2">
              <w:rPr>
                <w:sz w:val="20"/>
                <w:szCs w:val="20"/>
              </w:rPr>
              <w:t>трол</w:t>
            </w:r>
            <w:r w:rsidRPr="007F09D2">
              <w:rPr>
                <w:sz w:val="20"/>
                <w:szCs w:val="20"/>
              </w:rPr>
              <w:t>ь</w:t>
            </w:r>
            <w:r w:rsidRPr="007F09D2">
              <w:rPr>
                <w:sz w:val="20"/>
                <w:szCs w:val="20"/>
              </w:rPr>
              <w:t xml:space="preserve">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07" w:type="dxa"/>
            <w:vMerge w:val="restart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Код резул</w:t>
            </w:r>
            <w:r w:rsidRPr="007F09D2">
              <w:rPr>
                <w:sz w:val="20"/>
                <w:szCs w:val="20"/>
              </w:rPr>
              <w:t>ь</w:t>
            </w:r>
            <w:r w:rsidRPr="007F09D2">
              <w:rPr>
                <w:sz w:val="20"/>
                <w:szCs w:val="20"/>
              </w:rPr>
              <w:t>тата предо</w:t>
            </w:r>
            <w:r w:rsidRPr="007F09D2">
              <w:rPr>
                <w:sz w:val="20"/>
                <w:szCs w:val="20"/>
              </w:rPr>
              <w:t>с</w:t>
            </w:r>
            <w:r w:rsidRPr="007F09D2">
              <w:rPr>
                <w:sz w:val="20"/>
                <w:szCs w:val="20"/>
              </w:rPr>
              <w:t>тавления субс</w:t>
            </w:r>
            <w:r w:rsidRPr="007F09D2">
              <w:rPr>
                <w:sz w:val="20"/>
                <w:szCs w:val="20"/>
              </w:rPr>
              <w:t>и</w:t>
            </w:r>
            <w:r w:rsidRPr="007F09D2">
              <w:rPr>
                <w:sz w:val="20"/>
                <w:szCs w:val="20"/>
              </w:rPr>
              <w:t>дии, ко</w:t>
            </w:r>
            <w:r w:rsidRPr="007F09D2">
              <w:rPr>
                <w:sz w:val="20"/>
                <w:szCs w:val="20"/>
              </w:rPr>
              <w:t>н</w:t>
            </w:r>
            <w:r w:rsidRPr="007F09D2">
              <w:rPr>
                <w:sz w:val="20"/>
                <w:szCs w:val="20"/>
              </w:rPr>
              <w:t>трол</w:t>
            </w:r>
            <w:r w:rsidRPr="007F09D2">
              <w:rPr>
                <w:sz w:val="20"/>
                <w:szCs w:val="20"/>
              </w:rPr>
              <w:t>ь</w:t>
            </w:r>
            <w:r w:rsidRPr="007F09D2">
              <w:rPr>
                <w:sz w:val="20"/>
                <w:szCs w:val="20"/>
              </w:rPr>
              <w:t xml:space="preserve">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07" w:type="dxa"/>
            <w:vMerge w:val="restart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Тип резул</w:t>
            </w:r>
            <w:r w:rsidRPr="007F09D2">
              <w:rPr>
                <w:sz w:val="20"/>
                <w:szCs w:val="20"/>
              </w:rPr>
              <w:t>ь</w:t>
            </w:r>
            <w:r w:rsidRPr="007F09D2">
              <w:rPr>
                <w:sz w:val="20"/>
                <w:szCs w:val="20"/>
              </w:rPr>
              <w:t>тата предо</w:t>
            </w:r>
            <w:r w:rsidRPr="007F09D2">
              <w:rPr>
                <w:sz w:val="20"/>
                <w:szCs w:val="20"/>
              </w:rPr>
              <w:t>с</w:t>
            </w:r>
            <w:r w:rsidRPr="007F09D2">
              <w:rPr>
                <w:sz w:val="20"/>
                <w:szCs w:val="20"/>
              </w:rPr>
              <w:t>тавления субс</w:t>
            </w:r>
            <w:r w:rsidRPr="007F09D2">
              <w:rPr>
                <w:sz w:val="20"/>
                <w:szCs w:val="20"/>
              </w:rPr>
              <w:t>и</w:t>
            </w:r>
            <w:r w:rsidRPr="007F09D2">
              <w:rPr>
                <w:sz w:val="20"/>
                <w:szCs w:val="20"/>
              </w:rPr>
              <w:t>дии, ко</w:t>
            </w:r>
            <w:r w:rsidRPr="007F09D2">
              <w:rPr>
                <w:sz w:val="20"/>
                <w:szCs w:val="20"/>
              </w:rPr>
              <w:t>н</w:t>
            </w:r>
            <w:r w:rsidRPr="007F09D2">
              <w:rPr>
                <w:sz w:val="20"/>
                <w:szCs w:val="20"/>
              </w:rPr>
              <w:t>трол</w:t>
            </w:r>
            <w:r w:rsidRPr="007F09D2">
              <w:rPr>
                <w:sz w:val="20"/>
                <w:szCs w:val="20"/>
              </w:rPr>
              <w:t>ь</w:t>
            </w:r>
            <w:r w:rsidRPr="007F09D2">
              <w:rPr>
                <w:sz w:val="20"/>
                <w:szCs w:val="20"/>
              </w:rPr>
              <w:t xml:space="preserve">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266" w:type="dxa"/>
            <w:gridSpan w:val="2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506" w:type="dxa"/>
            <w:gridSpan w:val="6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977" w:type="dxa"/>
            <w:gridSpan w:val="2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Срок достижения результата предо</w:t>
            </w:r>
            <w:r w:rsidRPr="007F09D2">
              <w:rPr>
                <w:sz w:val="20"/>
                <w:szCs w:val="20"/>
              </w:rPr>
              <w:t>с</w:t>
            </w:r>
            <w:r w:rsidRPr="007F09D2">
              <w:rPr>
                <w:sz w:val="20"/>
                <w:szCs w:val="20"/>
              </w:rPr>
              <w:t xml:space="preserve">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21" w:type="dxa"/>
            <w:gridSpan w:val="2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Размер субсидии, подлежащей предо</w:t>
            </w:r>
            <w:r w:rsidRPr="007F09D2">
              <w:rPr>
                <w:sz w:val="20"/>
                <w:szCs w:val="20"/>
              </w:rPr>
              <w:t>с</w:t>
            </w:r>
            <w:r w:rsidRPr="007F09D2">
              <w:rPr>
                <w:sz w:val="20"/>
                <w:szCs w:val="20"/>
              </w:rPr>
              <w:t xml:space="preserve">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80" w:type="dxa"/>
            <w:gridSpan w:val="2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Объем обяз</w:t>
            </w:r>
            <w:r w:rsidRPr="007F09D2">
              <w:rPr>
                <w:sz w:val="20"/>
                <w:szCs w:val="20"/>
              </w:rPr>
              <w:t>а</w:t>
            </w:r>
            <w:r w:rsidRPr="007F09D2">
              <w:rPr>
                <w:sz w:val="20"/>
                <w:szCs w:val="20"/>
              </w:rPr>
              <w:t>тельств, прин</w:t>
            </w:r>
            <w:r w:rsidRPr="007F09D2">
              <w:rPr>
                <w:sz w:val="20"/>
                <w:szCs w:val="20"/>
              </w:rPr>
              <w:t>я</w:t>
            </w:r>
            <w:r w:rsidRPr="007F09D2">
              <w:rPr>
                <w:sz w:val="20"/>
                <w:szCs w:val="20"/>
              </w:rPr>
              <w:t>тых в целях достижения результатов предоставления субсидии в т</w:t>
            </w:r>
            <w:r w:rsidRPr="007F09D2">
              <w:rPr>
                <w:sz w:val="20"/>
                <w:szCs w:val="20"/>
              </w:rPr>
              <w:t>е</w:t>
            </w:r>
            <w:r w:rsidRPr="007F09D2">
              <w:rPr>
                <w:sz w:val="20"/>
                <w:szCs w:val="20"/>
              </w:rPr>
              <w:t>кущем финанс</w:t>
            </w:r>
            <w:r w:rsidRPr="007F09D2">
              <w:rPr>
                <w:sz w:val="20"/>
                <w:szCs w:val="20"/>
              </w:rPr>
              <w:t>о</w:t>
            </w:r>
            <w:r w:rsidRPr="007F09D2">
              <w:rPr>
                <w:sz w:val="20"/>
                <w:szCs w:val="20"/>
              </w:rPr>
              <w:t xml:space="preserve">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D82047" w:rsidRPr="007F09D2" w:rsidTr="002767B7"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26" w:type="dxa"/>
            <w:vMerge w:val="restart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</w:t>
            </w:r>
            <w:r w:rsidRPr="007F09D2">
              <w:rPr>
                <w:sz w:val="20"/>
                <w:szCs w:val="20"/>
              </w:rPr>
              <w:t>е</w:t>
            </w:r>
            <w:r w:rsidRPr="007F09D2">
              <w:rPr>
                <w:sz w:val="20"/>
                <w:szCs w:val="20"/>
              </w:rPr>
              <w:t>нование</w:t>
            </w:r>
          </w:p>
        </w:tc>
        <w:tc>
          <w:tcPr>
            <w:tcW w:w="440" w:type="dxa"/>
            <w:vMerge w:val="restart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473" w:type="dxa"/>
            <w:gridSpan w:val="2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473" w:type="dxa"/>
            <w:gridSpan w:val="2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64" w:type="dxa"/>
            <w:vMerge w:val="restart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</w:t>
            </w:r>
            <w:r w:rsidRPr="007F09D2">
              <w:rPr>
                <w:sz w:val="20"/>
                <w:szCs w:val="20"/>
              </w:rPr>
              <w:t>о</w:t>
            </w:r>
            <w:r w:rsidRPr="007F09D2">
              <w:rPr>
                <w:sz w:val="20"/>
                <w:szCs w:val="20"/>
              </w:rPr>
              <w:t>гно</w:t>
            </w:r>
            <w:r w:rsidRPr="007F09D2">
              <w:rPr>
                <w:sz w:val="20"/>
                <w:szCs w:val="20"/>
              </w:rPr>
              <w:t>з</w:t>
            </w:r>
            <w:r w:rsidRPr="007F09D2">
              <w:rPr>
                <w:sz w:val="20"/>
                <w:szCs w:val="20"/>
              </w:rPr>
              <w:t>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</w:t>
            </w:r>
            <w:r w:rsidRPr="007F09D2">
              <w:rPr>
                <w:sz w:val="20"/>
                <w:szCs w:val="20"/>
              </w:rPr>
              <w:t>у</w:t>
            </w:r>
            <w:r w:rsidRPr="007F09D2">
              <w:rPr>
                <w:sz w:val="20"/>
                <w:szCs w:val="20"/>
              </w:rPr>
              <w:t>щего фина</w:t>
            </w:r>
            <w:r w:rsidRPr="007F09D2">
              <w:rPr>
                <w:sz w:val="20"/>
                <w:szCs w:val="20"/>
              </w:rPr>
              <w:t>н</w:t>
            </w:r>
            <w:r w:rsidRPr="007F09D2">
              <w:rPr>
                <w:sz w:val="20"/>
                <w:szCs w:val="20"/>
              </w:rPr>
              <w:t>сового года</w:t>
            </w:r>
          </w:p>
        </w:tc>
        <w:tc>
          <w:tcPr>
            <w:tcW w:w="796" w:type="dxa"/>
            <w:vMerge w:val="restart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</w:t>
            </w:r>
            <w:r w:rsidRPr="007F09D2">
              <w:rPr>
                <w:sz w:val="20"/>
                <w:szCs w:val="20"/>
              </w:rPr>
              <w:t>с</w:t>
            </w:r>
            <w:r w:rsidRPr="007F09D2">
              <w:rPr>
                <w:sz w:val="20"/>
                <w:szCs w:val="20"/>
              </w:rPr>
              <w:t>пред</w:t>
            </w:r>
            <w:r w:rsidRPr="007F09D2">
              <w:rPr>
                <w:sz w:val="20"/>
                <w:szCs w:val="20"/>
              </w:rPr>
              <w:t>е</w:t>
            </w:r>
            <w:r w:rsidRPr="007F09D2">
              <w:rPr>
                <w:sz w:val="20"/>
                <w:szCs w:val="20"/>
              </w:rPr>
              <w:t>лено</w:t>
            </w:r>
          </w:p>
        </w:tc>
        <w:tc>
          <w:tcPr>
            <w:tcW w:w="645" w:type="dxa"/>
            <w:vMerge w:val="restart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</w:t>
            </w:r>
            <w:r w:rsidRPr="007F09D2">
              <w:rPr>
                <w:sz w:val="20"/>
                <w:szCs w:val="20"/>
              </w:rPr>
              <w:t>а</w:t>
            </w:r>
            <w:r w:rsidRPr="007F09D2">
              <w:rPr>
                <w:sz w:val="20"/>
                <w:szCs w:val="20"/>
              </w:rPr>
              <w:t>новая</w:t>
            </w:r>
          </w:p>
        </w:tc>
        <w:tc>
          <w:tcPr>
            <w:tcW w:w="1332" w:type="dxa"/>
            <w:vMerge w:val="restart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</w:t>
            </w:r>
            <w:r w:rsidRPr="007F09D2">
              <w:rPr>
                <w:sz w:val="20"/>
                <w:szCs w:val="20"/>
              </w:rPr>
              <w:t>е</w:t>
            </w:r>
            <w:r w:rsidRPr="007F09D2">
              <w:rPr>
                <w:sz w:val="20"/>
                <w:szCs w:val="20"/>
              </w:rPr>
              <w:t>ская/прогнозная</w:t>
            </w:r>
          </w:p>
        </w:tc>
        <w:tc>
          <w:tcPr>
            <w:tcW w:w="939" w:type="dxa"/>
            <w:vMerge w:val="restart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</w:t>
            </w:r>
            <w:r w:rsidRPr="007F09D2">
              <w:rPr>
                <w:sz w:val="20"/>
                <w:szCs w:val="20"/>
              </w:rPr>
              <w:t>е</w:t>
            </w:r>
            <w:r w:rsidRPr="007F09D2">
              <w:rPr>
                <w:sz w:val="20"/>
                <w:szCs w:val="20"/>
              </w:rPr>
              <w:t>деле</w:t>
            </w:r>
            <w:r w:rsidRPr="007F09D2">
              <w:rPr>
                <w:sz w:val="20"/>
                <w:szCs w:val="20"/>
              </w:rPr>
              <w:t>н</w:t>
            </w:r>
            <w:r w:rsidRPr="007F09D2">
              <w:rPr>
                <w:sz w:val="20"/>
                <w:szCs w:val="20"/>
              </w:rPr>
              <w:t>ный по получ</w:t>
            </w:r>
            <w:r w:rsidRPr="007F09D2">
              <w:rPr>
                <w:sz w:val="20"/>
                <w:szCs w:val="20"/>
              </w:rPr>
              <w:t>а</w:t>
            </w:r>
            <w:r w:rsidRPr="007F09D2">
              <w:rPr>
                <w:sz w:val="20"/>
                <w:szCs w:val="20"/>
              </w:rPr>
              <w:t>телям субс</w:t>
            </w:r>
            <w:r w:rsidRPr="007F09D2">
              <w:rPr>
                <w:sz w:val="20"/>
                <w:szCs w:val="20"/>
              </w:rPr>
              <w:t>и</w:t>
            </w:r>
            <w:r w:rsidRPr="007F09D2">
              <w:rPr>
                <w:sz w:val="20"/>
                <w:szCs w:val="20"/>
              </w:rPr>
              <w:t>дии, руб.</w:t>
            </w:r>
          </w:p>
        </w:tc>
        <w:tc>
          <w:tcPr>
            <w:tcW w:w="1082" w:type="dxa"/>
            <w:vMerge w:val="restart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</w:t>
            </w:r>
            <w:r w:rsidRPr="007F09D2">
              <w:rPr>
                <w:sz w:val="20"/>
                <w:szCs w:val="20"/>
              </w:rPr>
              <w:t>е</w:t>
            </w:r>
            <w:r w:rsidRPr="007F09D2">
              <w:rPr>
                <w:sz w:val="20"/>
                <w:szCs w:val="20"/>
              </w:rPr>
              <w:t>деленный, руб.</w:t>
            </w:r>
          </w:p>
        </w:tc>
        <w:tc>
          <w:tcPr>
            <w:tcW w:w="790" w:type="dxa"/>
            <w:vMerge w:val="restart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</w:t>
            </w:r>
            <w:r w:rsidRPr="007F09D2">
              <w:rPr>
                <w:sz w:val="20"/>
                <w:szCs w:val="20"/>
              </w:rPr>
              <w:t>а</w:t>
            </w:r>
            <w:r w:rsidRPr="007F09D2">
              <w:rPr>
                <w:sz w:val="20"/>
                <w:szCs w:val="20"/>
              </w:rPr>
              <w:t>тельств, руб.</w:t>
            </w:r>
          </w:p>
        </w:tc>
        <w:tc>
          <w:tcPr>
            <w:tcW w:w="790" w:type="dxa"/>
            <w:vMerge w:val="restart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</w:t>
            </w:r>
            <w:r w:rsidRPr="007F09D2">
              <w:rPr>
                <w:sz w:val="20"/>
                <w:szCs w:val="20"/>
              </w:rPr>
              <w:t>ж</w:t>
            </w:r>
            <w:r w:rsidRPr="007F09D2">
              <w:rPr>
                <w:sz w:val="20"/>
                <w:szCs w:val="20"/>
              </w:rPr>
              <w:t>ных обяз</w:t>
            </w:r>
            <w:r w:rsidRPr="007F09D2">
              <w:rPr>
                <w:sz w:val="20"/>
                <w:szCs w:val="20"/>
              </w:rPr>
              <w:t>а</w:t>
            </w:r>
            <w:r w:rsidRPr="007F09D2">
              <w:rPr>
                <w:sz w:val="20"/>
                <w:szCs w:val="20"/>
              </w:rPr>
              <w:t>тельств, руб.</w:t>
            </w:r>
          </w:p>
        </w:tc>
      </w:tr>
      <w:tr w:rsidR="00D82047" w:rsidRPr="007F09D2" w:rsidTr="002767B7"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</w:t>
            </w:r>
            <w:r w:rsidRPr="007F09D2">
              <w:rPr>
                <w:sz w:val="20"/>
                <w:szCs w:val="20"/>
              </w:rPr>
              <w:t>а</w:t>
            </w:r>
            <w:r w:rsidRPr="007F09D2">
              <w:rPr>
                <w:sz w:val="20"/>
                <w:szCs w:val="20"/>
              </w:rPr>
              <w:t>кл</w:t>
            </w:r>
            <w:r w:rsidRPr="007F09D2">
              <w:rPr>
                <w:sz w:val="20"/>
                <w:szCs w:val="20"/>
              </w:rPr>
              <w:t>ю</w:t>
            </w:r>
            <w:r w:rsidRPr="007F09D2">
              <w:rPr>
                <w:sz w:val="20"/>
                <w:szCs w:val="20"/>
              </w:rPr>
              <w:t>чения</w:t>
            </w:r>
            <w:proofErr w:type="gramEnd"/>
            <w:r w:rsidRPr="007F09D2">
              <w:rPr>
                <w:sz w:val="20"/>
                <w:szCs w:val="20"/>
              </w:rPr>
              <w:t xml:space="preserve"> с</w:t>
            </w:r>
            <w:r w:rsidRPr="007F09D2">
              <w:rPr>
                <w:sz w:val="20"/>
                <w:szCs w:val="20"/>
              </w:rPr>
              <w:t>о</w:t>
            </w:r>
            <w:r w:rsidRPr="007F09D2">
              <w:rPr>
                <w:sz w:val="20"/>
                <w:szCs w:val="20"/>
              </w:rPr>
              <w:t>гл</w:t>
            </w:r>
            <w:r w:rsidRPr="007F09D2">
              <w:rPr>
                <w:sz w:val="20"/>
                <w:szCs w:val="20"/>
              </w:rPr>
              <w:t>а</w:t>
            </w:r>
            <w:r w:rsidRPr="007F09D2">
              <w:rPr>
                <w:sz w:val="20"/>
                <w:szCs w:val="20"/>
              </w:rPr>
              <w:t>шения</w:t>
            </w:r>
          </w:p>
        </w:tc>
        <w:tc>
          <w:tcPr>
            <w:tcW w:w="764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</w:t>
            </w:r>
            <w:r w:rsidRPr="007F09D2">
              <w:rPr>
                <w:sz w:val="20"/>
                <w:szCs w:val="20"/>
              </w:rPr>
              <w:t>а</w:t>
            </w:r>
            <w:r w:rsidRPr="007F09D2">
              <w:rPr>
                <w:sz w:val="20"/>
                <w:szCs w:val="20"/>
              </w:rPr>
              <w:t>ла тек</w:t>
            </w:r>
            <w:r w:rsidRPr="007F09D2">
              <w:rPr>
                <w:sz w:val="20"/>
                <w:szCs w:val="20"/>
              </w:rPr>
              <w:t>у</w:t>
            </w:r>
            <w:r w:rsidRPr="007F09D2">
              <w:rPr>
                <w:sz w:val="20"/>
                <w:szCs w:val="20"/>
              </w:rPr>
              <w:t>щего фина</w:t>
            </w:r>
            <w:r w:rsidRPr="007F09D2">
              <w:rPr>
                <w:sz w:val="20"/>
                <w:szCs w:val="20"/>
              </w:rPr>
              <w:t>н</w:t>
            </w:r>
            <w:r w:rsidRPr="007F09D2">
              <w:rPr>
                <w:sz w:val="20"/>
                <w:szCs w:val="20"/>
              </w:rPr>
              <w:t>сового года</w:t>
            </w:r>
          </w:p>
        </w:tc>
        <w:tc>
          <w:tcPr>
            <w:tcW w:w="709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</w:t>
            </w:r>
            <w:r w:rsidRPr="007F09D2">
              <w:rPr>
                <w:sz w:val="20"/>
                <w:szCs w:val="20"/>
              </w:rPr>
              <w:t>а</w:t>
            </w:r>
            <w:r w:rsidRPr="007F09D2">
              <w:rPr>
                <w:sz w:val="20"/>
                <w:szCs w:val="20"/>
              </w:rPr>
              <w:t>кл</w:t>
            </w:r>
            <w:r w:rsidRPr="007F09D2">
              <w:rPr>
                <w:sz w:val="20"/>
                <w:szCs w:val="20"/>
              </w:rPr>
              <w:t>ю</w:t>
            </w:r>
            <w:r w:rsidRPr="007F09D2">
              <w:rPr>
                <w:sz w:val="20"/>
                <w:szCs w:val="20"/>
              </w:rPr>
              <w:t>чения</w:t>
            </w:r>
            <w:proofErr w:type="gramEnd"/>
            <w:r w:rsidRPr="007F09D2">
              <w:rPr>
                <w:sz w:val="20"/>
                <w:szCs w:val="20"/>
              </w:rPr>
              <w:t xml:space="preserve"> с</w:t>
            </w:r>
            <w:r w:rsidRPr="007F09D2">
              <w:rPr>
                <w:sz w:val="20"/>
                <w:szCs w:val="20"/>
              </w:rPr>
              <w:t>о</w:t>
            </w:r>
            <w:r w:rsidRPr="007F09D2">
              <w:rPr>
                <w:sz w:val="20"/>
                <w:szCs w:val="20"/>
              </w:rPr>
              <w:t>гл</w:t>
            </w:r>
            <w:r w:rsidRPr="007F09D2">
              <w:rPr>
                <w:sz w:val="20"/>
                <w:szCs w:val="20"/>
              </w:rPr>
              <w:t>а</w:t>
            </w:r>
            <w:r w:rsidRPr="007F09D2">
              <w:rPr>
                <w:sz w:val="20"/>
                <w:szCs w:val="20"/>
              </w:rPr>
              <w:t>шения</w:t>
            </w:r>
          </w:p>
        </w:tc>
        <w:tc>
          <w:tcPr>
            <w:tcW w:w="764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</w:t>
            </w:r>
            <w:r w:rsidRPr="007F09D2">
              <w:rPr>
                <w:sz w:val="20"/>
                <w:szCs w:val="20"/>
              </w:rPr>
              <w:t>а</w:t>
            </w:r>
            <w:r w:rsidRPr="007F09D2">
              <w:rPr>
                <w:sz w:val="20"/>
                <w:szCs w:val="20"/>
              </w:rPr>
              <w:t>ла тек</w:t>
            </w:r>
            <w:r w:rsidRPr="007F09D2">
              <w:rPr>
                <w:sz w:val="20"/>
                <w:szCs w:val="20"/>
              </w:rPr>
              <w:t>у</w:t>
            </w:r>
            <w:r w:rsidRPr="007F09D2">
              <w:rPr>
                <w:sz w:val="20"/>
                <w:szCs w:val="20"/>
              </w:rPr>
              <w:t>щего фина</w:t>
            </w:r>
            <w:r w:rsidRPr="007F09D2">
              <w:rPr>
                <w:sz w:val="20"/>
                <w:szCs w:val="20"/>
              </w:rPr>
              <w:t>н</w:t>
            </w:r>
            <w:r w:rsidRPr="007F09D2">
              <w:rPr>
                <w:sz w:val="20"/>
                <w:szCs w:val="20"/>
              </w:rPr>
              <w:t>сового года</w:t>
            </w:r>
          </w:p>
        </w:tc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D82047" w:rsidRPr="007F09D2" w:rsidTr="002767B7">
        <w:tc>
          <w:tcPr>
            <w:tcW w:w="1193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992"/>
            <w:bookmarkEnd w:id="12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993"/>
            <w:bookmarkEnd w:id="13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07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07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26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996"/>
            <w:bookmarkEnd w:id="14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40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997"/>
            <w:bookmarkEnd w:id="15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998"/>
            <w:bookmarkEnd w:id="16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999"/>
            <w:bookmarkEnd w:id="17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0"/>
            <w:bookmarkEnd w:id="18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64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9" w:name="P1001"/>
            <w:bookmarkEnd w:id="19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64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0" w:name="P1002"/>
            <w:bookmarkEnd w:id="20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796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1" w:name="P1003"/>
            <w:bookmarkEnd w:id="21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45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2" w:name="P1004"/>
            <w:bookmarkEnd w:id="22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32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3" w:name="P1005"/>
            <w:bookmarkEnd w:id="23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39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4" w:name="P1006"/>
            <w:bookmarkEnd w:id="24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082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5" w:name="P1007"/>
            <w:bookmarkEnd w:id="25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790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6" w:name="P1008"/>
            <w:bookmarkEnd w:id="26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790" w:type="dxa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7" w:name="P1009"/>
            <w:bookmarkEnd w:id="27"/>
            <w:r w:rsidRPr="007F09D2">
              <w:rPr>
                <w:sz w:val="20"/>
                <w:szCs w:val="20"/>
              </w:rPr>
              <w:t>18</w:t>
            </w:r>
          </w:p>
        </w:tc>
      </w:tr>
      <w:tr w:rsidR="00D82047" w:rsidRPr="007F09D2" w:rsidTr="002767B7">
        <w:tc>
          <w:tcPr>
            <w:tcW w:w="2100" w:type="dxa"/>
            <w:gridSpan w:val="2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</w:t>
            </w:r>
            <w:r w:rsidRPr="007F09D2">
              <w:rPr>
                <w:sz w:val="20"/>
                <w:szCs w:val="20"/>
              </w:rPr>
              <w:t>в</w:t>
            </w:r>
            <w:r w:rsidRPr="007F09D2">
              <w:rPr>
                <w:sz w:val="20"/>
                <w:szCs w:val="20"/>
              </w:rPr>
              <w:t>ления субсидии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-</w:t>
            </w:r>
          </w:p>
        </w:tc>
        <w:tc>
          <w:tcPr>
            <w:tcW w:w="826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</w:t>
            </w:r>
            <w:r w:rsidRPr="007F09D2">
              <w:rPr>
                <w:sz w:val="20"/>
                <w:szCs w:val="20"/>
              </w:rPr>
              <w:t>и</w:t>
            </w:r>
            <w:r w:rsidRPr="007F09D2">
              <w:rPr>
                <w:sz w:val="20"/>
                <w:szCs w:val="20"/>
              </w:rPr>
              <w:t>ца</w:t>
            </w:r>
          </w:p>
        </w:tc>
        <w:tc>
          <w:tcPr>
            <w:tcW w:w="440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96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32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39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2925000,00</w:t>
            </w:r>
          </w:p>
        </w:tc>
        <w:tc>
          <w:tcPr>
            <w:tcW w:w="1082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1978590,80</w:t>
            </w:r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1978590,80</w:t>
            </w:r>
          </w:p>
        </w:tc>
      </w:tr>
      <w:tr w:rsidR="00D82047" w:rsidRPr="007F09D2" w:rsidTr="002767B7">
        <w:tc>
          <w:tcPr>
            <w:tcW w:w="1193" w:type="dxa"/>
            <w:vMerge w:val="restart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«ДК «Трактор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строитель»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</w:t>
            </w:r>
            <w:r w:rsidRPr="007F09D2">
              <w:rPr>
                <w:sz w:val="20"/>
                <w:szCs w:val="20"/>
              </w:rPr>
              <w:t>ь</w:t>
            </w:r>
            <w:r w:rsidRPr="007F09D2">
              <w:rPr>
                <w:sz w:val="20"/>
                <w:szCs w:val="20"/>
              </w:rPr>
              <w:t>тат пр</w:t>
            </w:r>
            <w:r w:rsidRPr="007F09D2">
              <w:rPr>
                <w:sz w:val="20"/>
                <w:szCs w:val="20"/>
              </w:rPr>
              <w:t>е</w:t>
            </w:r>
            <w:r w:rsidRPr="007F09D2">
              <w:rPr>
                <w:sz w:val="20"/>
                <w:szCs w:val="20"/>
              </w:rPr>
              <w:t>доста</w:t>
            </w:r>
            <w:r w:rsidRPr="007F09D2">
              <w:rPr>
                <w:sz w:val="20"/>
                <w:szCs w:val="20"/>
              </w:rPr>
              <w:t>в</w:t>
            </w:r>
            <w:r w:rsidRPr="007F09D2">
              <w:rPr>
                <w:sz w:val="20"/>
                <w:szCs w:val="20"/>
              </w:rPr>
              <w:t>ления субс</w:t>
            </w:r>
            <w:r w:rsidRPr="007F09D2">
              <w:rPr>
                <w:sz w:val="20"/>
                <w:szCs w:val="20"/>
              </w:rPr>
              <w:t>и</w:t>
            </w:r>
            <w:r w:rsidRPr="007F09D2">
              <w:rPr>
                <w:sz w:val="20"/>
                <w:szCs w:val="20"/>
              </w:rPr>
              <w:t>дии:</w:t>
            </w:r>
            <w:r>
              <w:rPr>
                <w:sz w:val="20"/>
                <w:szCs w:val="20"/>
              </w:rPr>
              <w:t xml:space="preserve"> пров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дение культу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но-масс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вых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приятий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6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</w:t>
            </w:r>
            <w:r w:rsidRPr="007F09D2">
              <w:rPr>
                <w:sz w:val="20"/>
                <w:szCs w:val="20"/>
              </w:rPr>
              <w:t>и</w:t>
            </w:r>
            <w:r w:rsidRPr="007F09D2">
              <w:rPr>
                <w:sz w:val="20"/>
                <w:szCs w:val="20"/>
              </w:rPr>
              <w:t>ца</w:t>
            </w:r>
          </w:p>
        </w:tc>
        <w:tc>
          <w:tcPr>
            <w:tcW w:w="440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96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32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39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1625000,00</w:t>
            </w:r>
          </w:p>
        </w:tc>
        <w:tc>
          <w:tcPr>
            <w:tcW w:w="1082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978590,80</w:t>
            </w:r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978590,80</w:t>
            </w:r>
          </w:p>
        </w:tc>
      </w:tr>
      <w:tr w:rsidR="00D82047" w:rsidRPr="007F09D2" w:rsidTr="002767B7"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</w:t>
            </w:r>
            <w:r w:rsidRPr="007F09D2">
              <w:rPr>
                <w:sz w:val="20"/>
                <w:szCs w:val="20"/>
              </w:rPr>
              <w:t>н</w:t>
            </w:r>
            <w:r w:rsidRPr="007F09D2">
              <w:rPr>
                <w:sz w:val="20"/>
                <w:szCs w:val="20"/>
              </w:rPr>
              <w:lastRenderedPageBreak/>
              <w:t>трольная точка:</w:t>
            </w:r>
            <w:r>
              <w:rPr>
                <w:sz w:val="20"/>
                <w:szCs w:val="20"/>
              </w:rPr>
              <w:t xml:space="preserve"> культу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но-масс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вые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приятия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КТ-</w:t>
            </w:r>
            <w:r>
              <w:rPr>
                <w:sz w:val="20"/>
                <w:szCs w:val="20"/>
              </w:rPr>
              <w:lastRenderedPageBreak/>
              <w:t>0000000001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Услуги </w:t>
            </w:r>
            <w:r>
              <w:rPr>
                <w:sz w:val="20"/>
                <w:szCs w:val="20"/>
              </w:rPr>
              <w:lastRenderedPageBreak/>
              <w:t>оказаны (работы выпо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нены)</w:t>
            </w:r>
          </w:p>
        </w:tc>
        <w:tc>
          <w:tcPr>
            <w:tcW w:w="826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един</w:t>
            </w:r>
            <w:r w:rsidRPr="007F09D2">
              <w:rPr>
                <w:sz w:val="20"/>
                <w:szCs w:val="20"/>
              </w:rPr>
              <w:t>и</w:t>
            </w:r>
            <w:r w:rsidRPr="007F09D2">
              <w:rPr>
                <w:sz w:val="20"/>
                <w:szCs w:val="20"/>
              </w:rPr>
              <w:lastRenderedPageBreak/>
              <w:t>ца</w:t>
            </w:r>
          </w:p>
        </w:tc>
        <w:tc>
          <w:tcPr>
            <w:tcW w:w="440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642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96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lastRenderedPageBreak/>
              <w:t>2025</w:t>
            </w:r>
          </w:p>
        </w:tc>
        <w:tc>
          <w:tcPr>
            <w:tcW w:w="1332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31.03.2025</w:t>
            </w:r>
          </w:p>
        </w:tc>
        <w:tc>
          <w:tcPr>
            <w:tcW w:w="93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D82047" w:rsidRPr="007F09D2" w:rsidTr="002767B7">
        <w:trPr>
          <w:trHeight w:val="2417"/>
        </w:trPr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D82047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</w:t>
            </w:r>
            <w:r w:rsidRPr="007F09D2">
              <w:rPr>
                <w:sz w:val="20"/>
                <w:szCs w:val="20"/>
              </w:rPr>
              <w:t>н</w:t>
            </w:r>
            <w:r w:rsidRPr="007F09D2">
              <w:rPr>
                <w:sz w:val="20"/>
                <w:szCs w:val="20"/>
              </w:rPr>
              <w:t>трольная точка:</w:t>
            </w:r>
            <w:r>
              <w:rPr>
                <w:sz w:val="20"/>
                <w:szCs w:val="20"/>
              </w:rPr>
              <w:t xml:space="preserve"> культу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но-масс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вые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приятия</w:t>
            </w:r>
          </w:p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КТ-0000000002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нены)</w:t>
            </w:r>
          </w:p>
        </w:tc>
        <w:tc>
          <w:tcPr>
            <w:tcW w:w="826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</w:t>
            </w:r>
            <w:r w:rsidRPr="007F09D2">
              <w:rPr>
                <w:sz w:val="20"/>
                <w:szCs w:val="20"/>
              </w:rPr>
              <w:t>и</w:t>
            </w:r>
            <w:r w:rsidRPr="007F09D2">
              <w:rPr>
                <w:sz w:val="20"/>
                <w:szCs w:val="20"/>
              </w:rPr>
              <w:t>ца</w:t>
            </w:r>
          </w:p>
        </w:tc>
        <w:tc>
          <w:tcPr>
            <w:tcW w:w="440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96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1332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93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D82047" w:rsidRPr="007F09D2" w:rsidTr="002767B7">
        <w:trPr>
          <w:trHeight w:val="425"/>
        </w:trPr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D82047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</w:t>
            </w:r>
            <w:r w:rsidRPr="007F09D2">
              <w:rPr>
                <w:sz w:val="20"/>
                <w:szCs w:val="20"/>
              </w:rPr>
              <w:t>н</w:t>
            </w:r>
            <w:r w:rsidRPr="007F09D2">
              <w:rPr>
                <w:sz w:val="20"/>
                <w:szCs w:val="20"/>
              </w:rPr>
              <w:t>трольная точка:</w:t>
            </w:r>
            <w:r>
              <w:rPr>
                <w:sz w:val="20"/>
                <w:szCs w:val="20"/>
              </w:rPr>
              <w:t xml:space="preserve"> культу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но-масс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вые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приятия</w:t>
            </w:r>
          </w:p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КТ-0000000003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нены)</w:t>
            </w:r>
          </w:p>
        </w:tc>
        <w:tc>
          <w:tcPr>
            <w:tcW w:w="826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</w:t>
            </w:r>
            <w:r w:rsidRPr="007F09D2">
              <w:rPr>
                <w:sz w:val="20"/>
                <w:szCs w:val="20"/>
              </w:rPr>
              <w:t>и</w:t>
            </w:r>
            <w:r w:rsidRPr="007F09D2">
              <w:rPr>
                <w:sz w:val="20"/>
                <w:szCs w:val="20"/>
              </w:rPr>
              <w:t>ца</w:t>
            </w:r>
          </w:p>
        </w:tc>
        <w:tc>
          <w:tcPr>
            <w:tcW w:w="440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96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1332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93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D82047" w:rsidRPr="007F09D2" w:rsidTr="002767B7">
        <w:trPr>
          <w:trHeight w:val="451"/>
        </w:trPr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D82047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</w:t>
            </w:r>
            <w:r w:rsidRPr="007F09D2">
              <w:rPr>
                <w:sz w:val="20"/>
                <w:szCs w:val="20"/>
              </w:rPr>
              <w:t>н</w:t>
            </w:r>
            <w:r w:rsidRPr="007F09D2">
              <w:rPr>
                <w:sz w:val="20"/>
                <w:szCs w:val="20"/>
              </w:rPr>
              <w:t>трольная точка:</w:t>
            </w:r>
            <w:r>
              <w:rPr>
                <w:sz w:val="20"/>
                <w:szCs w:val="20"/>
              </w:rPr>
              <w:t xml:space="preserve"> культу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но-масс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вые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приятия</w:t>
            </w:r>
          </w:p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КТ-0000000004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нены)</w:t>
            </w:r>
          </w:p>
        </w:tc>
        <w:tc>
          <w:tcPr>
            <w:tcW w:w="826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</w:t>
            </w:r>
            <w:r w:rsidRPr="007F09D2">
              <w:rPr>
                <w:sz w:val="20"/>
                <w:szCs w:val="20"/>
              </w:rPr>
              <w:t>и</w:t>
            </w:r>
            <w:r w:rsidRPr="007F09D2">
              <w:rPr>
                <w:sz w:val="20"/>
                <w:szCs w:val="20"/>
              </w:rPr>
              <w:t>ца</w:t>
            </w:r>
          </w:p>
        </w:tc>
        <w:tc>
          <w:tcPr>
            <w:tcW w:w="440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96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32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3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D82047" w:rsidRPr="007F09D2" w:rsidTr="002767B7">
        <w:tc>
          <w:tcPr>
            <w:tcW w:w="1193" w:type="dxa"/>
            <w:vMerge w:val="restart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МБУ</w:t>
            </w:r>
            <w:proofErr w:type="spellEnd"/>
            <w:r>
              <w:rPr>
                <w:sz w:val="20"/>
                <w:szCs w:val="20"/>
              </w:rPr>
              <w:t xml:space="preserve"> «ДК «</w:t>
            </w:r>
            <w:proofErr w:type="spellStart"/>
            <w:r>
              <w:rPr>
                <w:sz w:val="20"/>
                <w:szCs w:val="20"/>
              </w:rPr>
              <w:t>Алта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сельмаш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</w:t>
            </w:r>
            <w:r w:rsidRPr="007F09D2">
              <w:rPr>
                <w:sz w:val="20"/>
                <w:szCs w:val="20"/>
              </w:rPr>
              <w:t>ь</w:t>
            </w:r>
            <w:r w:rsidRPr="007F09D2">
              <w:rPr>
                <w:sz w:val="20"/>
                <w:szCs w:val="20"/>
              </w:rPr>
              <w:t>тат пр</w:t>
            </w:r>
            <w:r w:rsidRPr="007F09D2">
              <w:rPr>
                <w:sz w:val="20"/>
                <w:szCs w:val="20"/>
              </w:rPr>
              <w:t>е</w:t>
            </w:r>
            <w:r w:rsidRPr="007F09D2">
              <w:rPr>
                <w:sz w:val="20"/>
                <w:szCs w:val="20"/>
              </w:rPr>
              <w:t>доста</w:t>
            </w:r>
            <w:r w:rsidRPr="007F09D2">
              <w:rPr>
                <w:sz w:val="20"/>
                <w:szCs w:val="20"/>
              </w:rPr>
              <w:t>в</w:t>
            </w:r>
            <w:r w:rsidRPr="007F09D2">
              <w:rPr>
                <w:sz w:val="20"/>
                <w:szCs w:val="20"/>
              </w:rPr>
              <w:t>ления субс</w:t>
            </w:r>
            <w:r w:rsidRPr="007F09D2">
              <w:rPr>
                <w:sz w:val="20"/>
                <w:szCs w:val="20"/>
              </w:rPr>
              <w:t>и</w:t>
            </w:r>
            <w:r w:rsidRPr="007F09D2">
              <w:rPr>
                <w:sz w:val="20"/>
                <w:szCs w:val="20"/>
              </w:rPr>
              <w:t>дии:</w:t>
            </w:r>
            <w:r>
              <w:rPr>
                <w:sz w:val="20"/>
                <w:szCs w:val="20"/>
              </w:rPr>
              <w:t xml:space="preserve"> пров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дение культу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но-масс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вых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приятий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6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</w:t>
            </w:r>
            <w:r w:rsidRPr="007F09D2">
              <w:rPr>
                <w:sz w:val="20"/>
                <w:szCs w:val="20"/>
              </w:rPr>
              <w:t>и</w:t>
            </w:r>
            <w:r w:rsidRPr="007F09D2">
              <w:rPr>
                <w:sz w:val="20"/>
                <w:szCs w:val="20"/>
              </w:rPr>
              <w:t>ца</w:t>
            </w:r>
          </w:p>
        </w:tc>
        <w:tc>
          <w:tcPr>
            <w:tcW w:w="440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96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32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39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1300000,00</w:t>
            </w:r>
          </w:p>
        </w:tc>
        <w:tc>
          <w:tcPr>
            <w:tcW w:w="1082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</w:tr>
      <w:tr w:rsidR="00D82047" w:rsidRPr="007F09D2" w:rsidTr="002767B7"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</w:t>
            </w:r>
            <w:r w:rsidRPr="007F09D2">
              <w:rPr>
                <w:sz w:val="20"/>
                <w:szCs w:val="20"/>
              </w:rPr>
              <w:t>н</w:t>
            </w:r>
            <w:r w:rsidRPr="007F09D2">
              <w:rPr>
                <w:sz w:val="20"/>
                <w:szCs w:val="20"/>
              </w:rPr>
              <w:t>трольная точка:</w:t>
            </w:r>
            <w:r>
              <w:rPr>
                <w:sz w:val="20"/>
                <w:szCs w:val="20"/>
              </w:rPr>
              <w:t xml:space="preserve"> культу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но-масс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вые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приятия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нены)</w:t>
            </w:r>
          </w:p>
        </w:tc>
        <w:tc>
          <w:tcPr>
            <w:tcW w:w="826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</w:t>
            </w:r>
            <w:r w:rsidRPr="007F09D2">
              <w:rPr>
                <w:sz w:val="20"/>
                <w:szCs w:val="20"/>
              </w:rPr>
              <w:t>и</w:t>
            </w:r>
            <w:r w:rsidRPr="007F09D2">
              <w:rPr>
                <w:sz w:val="20"/>
                <w:szCs w:val="20"/>
              </w:rPr>
              <w:t>ца</w:t>
            </w:r>
          </w:p>
        </w:tc>
        <w:tc>
          <w:tcPr>
            <w:tcW w:w="440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96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1332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93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D82047" w:rsidRPr="007F09D2" w:rsidTr="002767B7">
        <w:trPr>
          <w:trHeight w:val="439"/>
        </w:trPr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</w:t>
            </w:r>
            <w:r w:rsidRPr="007F09D2">
              <w:rPr>
                <w:sz w:val="20"/>
                <w:szCs w:val="20"/>
              </w:rPr>
              <w:t>н</w:t>
            </w:r>
            <w:r w:rsidRPr="007F09D2">
              <w:rPr>
                <w:sz w:val="20"/>
                <w:szCs w:val="20"/>
              </w:rPr>
              <w:t>трольная точка:</w:t>
            </w:r>
            <w:r>
              <w:rPr>
                <w:sz w:val="20"/>
                <w:szCs w:val="20"/>
              </w:rPr>
              <w:t xml:space="preserve"> культу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но-масс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вые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приятия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КТ-0000000002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нены)</w:t>
            </w:r>
          </w:p>
        </w:tc>
        <w:tc>
          <w:tcPr>
            <w:tcW w:w="826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</w:t>
            </w:r>
            <w:r w:rsidRPr="007F09D2">
              <w:rPr>
                <w:sz w:val="20"/>
                <w:szCs w:val="20"/>
              </w:rPr>
              <w:t>и</w:t>
            </w:r>
            <w:r w:rsidRPr="007F09D2">
              <w:rPr>
                <w:sz w:val="20"/>
                <w:szCs w:val="20"/>
              </w:rPr>
              <w:t>ца</w:t>
            </w:r>
          </w:p>
        </w:tc>
        <w:tc>
          <w:tcPr>
            <w:tcW w:w="440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96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1332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93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D82047" w:rsidRPr="007F09D2" w:rsidTr="002767B7">
        <w:trPr>
          <w:trHeight w:val="475"/>
        </w:trPr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</w:t>
            </w:r>
            <w:r w:rsidRPr="007F09D2">
              <w:rPr>
                <w:sz w:val="20"/>
                <w:szCs w:val="20"/>
              </w:rPr>
              <w:t>н</w:t>
            </w:r>
            <w:r w:rsidRPr="007F09D2">
              <w:rPr>
                <w:sz w:val="20"/>
                <w:szCs w:val="20"/>
              </w:rPr>
              <w:t>трольная точка:</w:t>
            </w:r>
            <w:r>
              <w:rPr>
                <w:sz w:val="20"/>
                <w:szCs w:val="20"/>
              </w:rPr>
              <w:t xml:space="preserve"> культу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но-масс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вые </w:t>
            </w:r>
            <w:r>
              <w:rPr>
                <w:sz w:val="20"/>
                <w:szCs w:val="20"/>
              </w:rPr>
              <w:lastRenderedPageBreak/>
              <w:t>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приятия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КТ-0000000003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нены)</w:t>
            </w:r>
          </w:p>
        </w:tc>
        <w:tc>
          <w:tcPr>
            <w:tcW w:w="826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</w:t>
            </w:r>
            <w:r w:rsidRPr="007F09D2">
              <w:rPr>
                <w:sz w:val="20"/>
                <w:szCs w:val="20"/>
              </w:rPr>
              <w:t>и</w:t>
            </w:r>
            <w:r w:rsidRPr="007F09D2">
              <w:rPr>
                <w:sz w:val="20"/>
                <w:szCs w:val="20"/>
              </w:rPr>
              <w:t>ца</w:t>
            </w:r>
          </w:p>
        </w:tc>
        <w:tc>
          <w:tcPr>
            <w:tcW w:w="440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96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1332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93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D82047" w:rsidRPr="007F09D2" w:rsidTr="002767B7">
        <w:trPr>
          <w:trHeight w:val="438"/>
        </w:trPr>
        <w:tc>
          <w:tcPr>
            <w:tcW w:w="0" w:type="auto"/>
            <w:vMerge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</w:t>
            </w:r>
            <w:r w:rsidRPr="007F09D2">
              <w:rPr>
                <w:sz w:val="20"/>
                <w:szCs w:val="20"/>
              </w:rPr>
              <w:t>н</w:t>
            </w:r>
            <w:r w:rsidRPr="007F09D2">
              <w:rPr>
                <w:sz w:val="20"/>
                <w:szCs w:val="20"/>
              </w:rPr>
              <w:t>трольная точка:</w:t>
            </w:r>
            <w:r>
              <w:rPr>
                <w:sz w:val="20"/>
                <w:szCs w:val="20"/>
              </w:rPr>
              <w:t xml:space="preserve"> культу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но-масс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вые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приятия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КТ-0000000004</w:t>
            </w:r>
          </w:p>
        </w:tc>
        <w:tc>
          <w:tcPr>
            <w:tcW w:w="907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нены)</w:t>
            </w:r>
          </w:p>
        </w:tc>
        <w:tc>
          <w:tcPr>
            <w:tcW w:w="826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</w:t>
            </w:r>
            <w:r w:rsidRPr="007F09D2">
              <w:rPr>
                <w:sz w:val="20"/>
                <w:szCs w:val="20"/>
              </w:rPr>
              <w:t>и</w:t>
            </w:r>
            <w:r w:rsidRPr="007F09D2">
              <w:rPr>
                <w:sz w:val="20"/>
                <w:szCs w:val="20"/>
              </w:rPr>
              <w:t>ца</w:t>
            </w:r>
          </w:p>
        </w:tc>
        <w:tc>
          <w:tcPr>
            <w:tcW w:w="440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64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96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32" w:type="dxa"/>
            <w:vAlign w:val="center"/>
          </w:tcPr>
          <w:p w:rsidR="00D82047" w:rsidRPr="007F09D2" w:rsidRDefault="00D82047" w:rsidP="002767B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39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82047" w:rsidRPr="007F09D2" w:rsidRDefault="00D82047" w:rsidP="002767B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</w:tbl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ind w:left="5670"/>
        <w:jc w:val="both"/>
        <w:rPr>
          <w:sz w:val="27"/>
          <w:szCs w:val="27"/>
        </w:rPr>
      </w:pPr>
    </w:p>
    <w:p w:rsidR="00D82047" w:rsidRDefault="00D82047" w:rsidP="00D82047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D82047" w:rsidRDefault="00D82047" w:rsidP="00D82047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D82047" w:rsidRDefault="00D82047" w:rsidP="00D82047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D82047" w:rsidRDefault="00D82047" w:rsidP="00D82047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D82047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417C0A">
      <w:pPr>
        <w:autoSpaceDE w:val="0"/>
        <w:autoSpaceDN w:val="0"/>
        <w:adjustRightInd w:val="0"/>
        <w:outlineLvl w:val="1"/>
        <w:rPr>
          <w:sz w:val="27"/>
          <w:szCs w:val="27"/>
        </w:rPr>
        <w:sectPr w:rsidR="00042CC1" w:rsidSect="00E73603">
          <w:headerReference w:type="default" r:id="rId10"/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042CC1" w:rsidRPr="001E7946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42CC1" w:rsidRPr="001E7946" w:rsidSect="00AA6EBF">
      <w:headerReference w:type="even" r:id="rId11"/>
      <w:headerReference w:type="default" r:id="rId12"/>
      <w:footerReference w:type="even" r:id="rId13"/>
      <w:footerReference w:type="default" r:id="rId14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8A8" w:rsidRDefault="00FF18A8">
      <w:r>
        <w:separator/>
      </w:r>
    </w:p>
  </w:endnote>
  <w:endnote w:type="continuationSeparator" w:id="0">
    <w:p w:rsidR="00FF18A8" w:rsidRDefault="00FF1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F30898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954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4E0" w:rsidRDefault="007954E0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7954E0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8A8" w:rsidRDefault="00FF18A8">
      <w:r>
        <w:separator/>
      </w:r>
    </w:p>
  </w:footnote>
  <w:footnote w:type="continuationSeparator" w:id="0">
    <w:p w:rsidR="00FF18A8" w:rsidRDefault="00FF18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047" w:rsidRDefault="00D82047">
    <w:pPr>
      <w:pStyle w:val="a5"/>
      <w:jc w:val="right"/>
    </w:pPr>
  </w:p>
  <w:p w:rsidR="00D82047" w:rsidRDefault="00D8204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7954E0">
    <w:pPr>
      <w:pStyle w:val="a5"/>
      <w:jc w:val="right"/>
    </w:pPr>
  </w:p>
  <w:p w:rsidR="007954E0" w:rsidRDefault="007954E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F30898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954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4E0" w:rsidRDefault="007954E0">
    <w:pPr>
      <w:pStyle w:val="a5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F30898">
    <w:pPr>
      <w:pStyle w:val="a5"/>
      <w:jc w:val="right"/>
    </w:pPr>
    <w:fldSimple w:instr=" PAGE   \* MERGEFORMAT ">
      <w:r w:rsidR="000A0177">
        <w:rPr>
          <w:noProof/>
        </w:rPr>
        <w:t>8</w:t>
      </w:r>
    </w:fldSimple>
  </w:p>
  <w:p w:rsidR="007954E0" w:rsidRDefault="007954E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506B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0177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E7BC9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47B74"/>
    <w:rsid w:val="001517BB"/>
    <w:rsid w:val="00157ECF"/>
    <w:rsid w:val="001673EE"/>
    <w:rsid w:val="001707A6"/>
    <w:rsid w:val="00172452"/>
    <w:rsid w:val="00172582"/>
    <w:rsid w:val="00184A4B"/>
    <w:rsid w:val="00185FB1"/>
    <w:rsid w:val="001904D2"/>
    <w:rsid w:val="0019624B"/>
    <w:rsid w:val="001A180E"/>
    <w:rsid w:val="001A485C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FC2"/>
    <w:rsid w:val="003156EC"/>
    <w:rsid w:val="00317040"/>
    <w:rsid w:val="00321F5C"/>
    <w:rsid w:val="00323650"/>
    <w:rsid w:val="00324273"/>
    <w:rsid w:val="0032485F"/>
    <w:rsid w:val="00324FC7"/>
    <w:rsid w:val="003269F4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4056"/>
    <w:rsid w:val="00365321"/>
    <w:rsid w:val="00365963"/>
    <w:rsid w:val="00365BA8"/>
    <w:rsid w:val="00367C8F"/>
    <w:rsid w:val="0037285F"/>
    <w:rsid w:val="00372BAA"/>
    <w:rsid w:val="003740AA"/>
    <w:rsid w:val="00377A36"/>
    <w:rsid w:val="00380CA5"/>
    <w:rsid w:val="003815D3"/>
    <w:rsid w:val="00381ED2"/>
    <w:rsid w:val="003861EE"/>
    <w:rsid w:val="00386B82"/>
    <w:rsid w:val="0039079E"/>
    <w:rsid w:val="003909AF"/>
    <w:rsid w:val="0039260C"/>
    <w:rsid w:val="00392ACB"/>
    <w:rsid w:val="00393A8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1242"/>
    <w:rsid w:val="003E6124"/>
    <w:rsid w:val="003F6253"/>
    <w:rsid w:val="003F72B3"/>
    <w:rsid w:val="004011D5"/>
    <w:rsid w:val="00411106"/>
    <w:rsid w:val="00413991"/>
    <w:rsid w:val="0041403E"/>
    <w:rsid w:val="00415EB7"/>
    <w:rsid w:val="0041799A"/>
    <w:rsid w:val="00417C0A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53642"/>
    <w:rsid w:val="0045382D"/>
    <w:rsid w:val="00454D79"/>
    <w:rsid w:val="00460BAB"/>
    <w:rsid w:val="00460F99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775AC"/>
    <w:rsid w:val="00480943"/>
    <w:rsid w:val="00482335"/>
    <w:rsid w:val="00482E64"/>
    <w:rsid w:val="00485FE5"/>
    <w:rsid w:val="00491F2F"/>
    <w:rsid w:val="0049210F"/>
    <w:rsid w:val="00495CA3"/>
    <w:rsid w:val="0049688B"/>
    <w:rsid w:val="004B12CD"/>
    <w:rsid w:val="004B21B9"/>
    <w:rsid w:val="004B2F07"/>
    <w:rsid w:val="004B4A2E"/>
    <w:rsid w:val="004B7DA4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07B24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80E71"/>
    <w:rsid w:val="00582A87"/>
    <w:rsid w:val="005853DF"/>
    <w:rsid w:val="00585C35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33D1"/>
    <w:rsid w:val="005C34F6"/>
    <w:rsid w:val="005C3D7B"/>
    <w:rsid w:val="005C5E2F"/>
    <w:rsid w:val="005C6B7A"/>
    <w:rsid w:val="005C7414"/>
    <w:rsid w:val="005D25D5"/>
    <w:rsid w:val="005D2C26"/>
    <w:rsid w:val="005D5D5F"/>
    <w:rsid w:val="005D6E4C"/>
    <w:rsid w:val="005D76A9"/>
    <w:rsid w:val="005E066E"/>
    <w:rsid w:val="005E146F"/>
    <w:rsid w:val="005E5AE3"/>
    <w:rsid w:val="005F19A4"/>
    <w:rsid w:val="005F2D50"/>
    <w:rsid w:val="005F4535"/>
    <w:rsid w:val="005F52A0"/>
    <w:rsid w:val="005F71F2"/>
    <w:rsid w:val="006036B0"/>
    <w:rsid w:val="00610E5D"/>
    <w:rsid w:val="006156D9"/>
    <w:rsid w:val="00620489"/>
    <w:rsid w:val="00620A3B"/>
    <w:rsid w:val="00622673"/>
    <w:rsid w:val="006227B6"/>
    <w:rsid w:val="006230BD"/>
    <w:rsid w:val="00624FBF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578DD"/>
    <w:rsid w:val="006634DA"/>
    <w:rsid w:val="006645C8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6E13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5CE"/>
    <w:rsid w:val="007A4604"/>
    <w:rsid w:val="007A532D"/>
    <w:rsid w:val="007A7EFD"/>
    <w:rsid w:val="007B0C06"/>
    <w:rsid w:val="007B395B"/>
    <w:rsid w:val="007B6E09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C0C"/>
    <w:rsid w:val="007E1048"/>
    <w:rsid w:val="007E2AE9"/>
    <w:rsid w:val="007E360A"/>
    <w:rsid w:val="007E439F"/>
    <w:rsid w:val="007E54C2"/>
    <w:rsid w:val="007E620B"/>
    <w:rsid w:val="007F048D"/>
    <w:rsid w:val="007F2BB7"/>
    <w:rsid w:val="007F4522"/>
    <w:rsid w:val="00800AE4"/>
    <w:rsid w:val="0080499E"/>
    <w:rsid w:val="00810BA7"/>
    <w:rsid w:val="00811A33"/>
    <w:rsid w:val="008123E9"/>
    <w:rsid w:val="00812439"/>
    <w:rsid w:val="00813077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0A5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3E0A"/>
    <w:rsid w:val="00954B3D"/>
    <w:rsid w:val="00954F07"/>
    <w:rsid w:val="00955B2A"/>
    <w:rsid w:val="0095754E"/>
    <w:rsid w:val="00957BD9"/>
    <w:rsid w:val="00957F05"/>
    <w:rsid w:val="00967399"/>
    <w:rsid w:val="0097069E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038F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B53B2"/>
    <w:rsid w:val="009C1CC4"/>
    <w:rsid w:val="009C3590"/>
    <w:rsid w:val="009C3A2D"/>
    <w:rsid w:val="009C3AA4"/>
    <w:rsid w:val="009C47C4"/>
    <w:rsid w:val="009C4878"/>
    <w:rsid w:val="009C778E"/>
    <w:rsid w:val="009D06F2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6DC5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11E4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4A8"/>
    <w:rsid w:val="00D13552"/>
    <w:rsid w:val="00D14609"/>
    <w:rsid w:val="00D15612"/>
    <w:rsid w:val="00D15884"/>
    <w:rsid w:val="00D15FE7"/>
    <w:rsid w:val="00D20757"/>
    <w:rsid w:val="00D20A3B"/>
    <w:rsid w:val="00D21C06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047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2D38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4E2E"/>
    <w:rsid w:val="00EB6705"/>
    <w:rsid w:val="00EB7EE0"/>
    <w:rsid w:val="00EC310B"/>
    <w:rsid w:val="00EC569C"/>
    <w:rsid w:val="00EC76F3"/>
    <w:rsid w:val="00ED0078"/>
    <w:rsid w:val="00ED0D12"/>
    <w:rsid w:val="00ED2D43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BBE"/>
    <w:rsid w:val="00F23ED4"/>
    <w:rsid w:val="00F24FAB"/>
    <w:rsid w:val="00F30575"/>
    <w:rsid w:val="00F30898"/>
    <w:rsid w:val="00F335C5"/>
    <w:rsid w:val="00F34670"/>
    <w:rsid w:val="00F36275"/>
    <w:rsid w:val="00F37886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8A8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A5F54C-7106-4BAF-A1F5-B2C80D890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12</TotalTime>
  <Pages>8</Pages>
  <Words>586</Words>
  <Characters>5698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6272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7</cp:revision>
  <cp:lastPrinted>2025-04-22T06:35:00Z</cp:lastPrinted>
  <dcterms:created xsi:type="dcterms:W3CDTF">2025-04-24T07:43:00Z</dcterms:created>
  <dcterms:modified xsi:type="dcterms:W3CDTF">2025-07-16T07:42:00Z</dcterms:modified>
</cp:coreProperties>
</file>